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4D19FED6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6C2F2C">
        <w:rPr>
          <w:rFonts w:cs="Arial"/>
          <w:color w:val="000000"/>
          <w:sz w:val="22"/>
        </w:rPr>
        <w:t>07.07</w:t>
      </w:r>
      <w:r w:rsidRPr="00316376">
        <w:rPr>
          <w:rFonts w:cs="Arial"/>
          <w:color w:val="000000"/>
          <w:sz w:val="22"/>
        </w:rPr>
        <w:t>.2025 nr JV-MAA-1/</w:t>
      </w:r>
      <w:r w:rsidR="00560B29">
        <w:rPr>
          <w:rFonts w:cs="Arial"/>
          <w:color w:val="000000"/>
          <w:sz w:val="22"/>
        </w:rPr>
        <w:t>3089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"/>
        <w:gridCol w:w="3203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28E666F5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871B2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4C1260BE" w:rsidR="000505BA" w:rsidRPr="000B2E35" w:rsidRDefault="006C2F2C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6C2F2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IP7096 „Rõngu-Elva </w:t>
            </w:r>
            <w:proofErr w:type="spellStart"/>
            <w:r w:rsidRPr="006C2F2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keskpinge</w:t>
            </w:r>
            <w:proofErr w:type="spellEnd"/>
            <w:r w:rsidRPr="006C2F2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 rekonstrueerimine, Elva vald, Tartu maakond“.  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75E51C96" w:rsidR="00A67711" w:rsidRPr="00A67711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ED022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Andres Pukka</w:t>
            </w:r>
          </w:p>
          <w:p w14:paraId="293EFB39" w14:textId="31095EEC" w:rsidR="000505BA" w:rsidRPr="000B2E35" w:rsidRDefault="00ED0222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Elram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38B449FF" w:rsidR="000505BA" w:rsidRPr="000B2E35" w:rsidRDefault="00ED0222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ED022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06.03.2025  nr 7.1-2/25/3311-2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gridSpan w:val="2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0A5852AD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C3645D">
              <w:rPr>
                <w:rFonts w:ascii="Times New Roman" w:hAnsi="Times New Roman"/>
                <w:b/>
                <w:lang w:val="et-EE"/>
              </w:rPr>
              <w:t>47 Sangla-Rõngu</w:t>
            </w:r>
            <w:r w:rsidR="00C473E5" w:rsidRPr="00C473E5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gridSpan w:val="2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6C5FC667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C3645D">
              <w:rPr>
                <w:rFonts w:ascii="Times New Roman" w:hAnsi="Times New Roman"/>
                <w:bCs/>
                <w:lang w:val="et-EE"/>
              </w:rPr>
              <w:t>69401:003:0043</w:t>
            </w:r>
          </w:p>
          <w:p w14:paraId="17B972FB" w14:textId="4840FFE1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C3645D">
              <w:rPr>
                <w:rFonts w:ascii="Times New Roman" w:hAnsi="Times New Roman"/>
                <w:bCs/>
                <w:lang w:val="et-EE"/>
              </w:rPr>
              <w:t>7883850</w:t>
            </w:r>
          </w:p>
          <w:p w14:paraId="407CC513" w14:textId="5BF8F4F3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C3645D">
              <w:rPr>
                <w:rFonts w:ascii="Times New Roman" w:hAnsi="Times New Roman"/>
                <w:bCs/>
                <w:lang w:val="et-EE"/>
              </w:rPr>
              <w:t>47 Sangla-Rõngu</w:t>
            </w:r>
            <w:r w:rsidRPr="00B72E9F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DA14518" w14:textId="3D569F6E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164D58">
              <w:rPr>
                <w:rFonts w:ascii="Times New Roman" w:hAnsi="Times New Roman"/>
                <w:bCs/>
                <w:lang w:val="et-EE"/>
              </w:rPr>
              <w:t>10153</w:t>
            </w:r>
          </w:p>
          <w:p w14:paraId="7EE45F5D" w14:textId="050C148F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F71D3D8" w14:textId="1536C2D6" w:rsidR="005623A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</w:t>
            </w:r>
            <w:r w:rsidR="00C3645D">
              <w:rPr>
                <w:rFonts w:ascii="Times New Roman" w:hAnsi="Times New Roman"/>
                <w:bCs/>
                <w:lang w:val="et-EE"/>
              </w:rPr>
              <w:t>65549</w:t>
            </w:r>
          </w:p>
          <w:p w14:paraId="25D94F4B" w14:textId="3BB0EC09" w:rsidR="00C91854" w:rsidRDefault="00C3645D" w:rsidP="00D037E1">
            <w:hyperlink r:id="rId13" w:history="1">
              <w:r w:rsidRPr="00FC3220">
                <w:rPr>
                  <w:rStyle w:val="Hyperlink"/>
                </w:rPr>
                <w:t>https://pari.kataster.ee/magic-link/897b62db-71a7-4aea-b78e-97041f4c345f</w:t>
              </w:r>
            </w:hyperlink>
            <w:r>
              <w:t xml:space="preserve"> </w:t>
            </w:r>
          </w:p>
          <w:p w14:paraId="1EDDACD9" w14:textId="3C0E894C" w:rsidR="00C3645D" w:rsidRPr="000B2E35" w:rsidRDefault="00C3645D" w:rsidP="00D037E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121CC4" w:rsidRPr="008E5621" w14:paraId="5060E25D" w14:textId="77777777" w:rsidTr="00D037E1">
        <w:trPr>
          <w:trHeight w:val="312"/>
        </w:trPr>
        <w:tc>
          <w:tcPr>
            <w:tcW w:w="3227" w:type="dxa"/>
            <w:gridSpan w:val="2"/>
            <w:vMerge w:val="restart"/>
          </w:tcPr>
          <w:p w14:paraId="5F34FE5C" w14:textId="38FD54D1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0F0EF660" w14:textId="77777777" w:rsidR="00121CC4" w:rsidRPr="008342C4" w:rsidRDefault="00121CC4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4C0E8A61" w14:textId="5299C8EE" w:rsidR="00121CC4" w:rsidRPr="008342C4" w:rsidRDefault="00901D9F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 w:rsidR="00121CC4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121C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64DF8C58" w14:textId="77777777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17F564" w14:textId="77777777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52DECFA" w14:textId="77777777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DE8D8CF" w14:textId="77777777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8D25A8F" w14:textId="77777777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8E9063A" w14:textId="77777777" w:rsidR="00121CC4" w:rsidRDefault="00121CC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EA0B6A9" w14:textId="77777777" w:rsidR="00121CC4" w:rsidRDefault="00121CC4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68C5832" w14:textId="77777777" w:rsidR="00121CC4" w:rsidRPr="008342C4" w:rsidRDefault="00121CC4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1205818" w14:textId="7EDBA97F" w:rsidR="00121CC4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 w:rsidR="00CA45BC">
              <w:rPr>
                <w:rFonts w:ascii="Times New Roman" w:hAnsi="Times New Roman"/>
                <w:b/>
                <w:lang w:val="et-EE"/>
              </w:rPr>
              <w:t>3 Jõhvi-Tartu-Valga</w:t>
            </w:r>
            <w:r w:rsidRPr="00C473E5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30E07A12" w14:textId="77777777" w:rsidR="00121CC4" w:rsidRPr="008F0BAD" w:rsidRDefault="00121CC4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EB7C6DA" w14:textId="77777777" w:rsidR="00121CC4" w:rsidRDefault="00121CC4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B546984" w14:textId="77777777" w:rsidR="00121CC4" w:rsidRPr="008E5621" w:rsidRDefault="00121CC4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121CC4" w:rsidRPr="000B2E35" w14:paraId="3DA12619" w14:textId="77777777" w:rsidTr="00D037E1">
        <w:trPr>
          <w:trHeight w:val="415"/>
        </w:trPr>
        <w:tc>
          <w:tcPr>
            <w:tcW w:w="3227" w:type="dxa"/>
            <w:gridSpan w:val="2"/>
            <w:vMerge/>
            <w:tcBorders>
              <w:bottom w:val="single" w:sz="4" w:space="0" w:color="000000"/>
            </w:tcBorders>
            <w:hideMark/>
          </w:tcPr>
          <w:p w14:paraId="2FD8FBD4" w14:textId="77777777" w:rsidR="00121CC4" w:rsidRPr="000B2E35" w:rsidRDefault="00121CC4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3241B907" w14:textId="6619044E" w:rsidR="00121CC4" w:rsidRPr="00B72E9F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>6940</w:t>
            </w:r>
            <w:r w:rsidR="00CA45BC">
              <w:rPr>
                <w:rFonts w:ascii="Times New Roman" w:hAnsi="Times New Roman"/>
                <w:bCs/>
                <w:lang w:val="et-EE"/>
              </w:rPr>
              <w:t>2</w:t>
            </w:r>
            <w:r>
              <w:rPr>
                <w:rFonts w:ascii="Times New Roman" w:hAnsi="Times New Roman"/>
                <w:bCs/>
                <w:lang w:val="et-EE"/>
              </w:rPr>
              <w:t>:00</w:t>
            </w:r>
            <w:r w:rsidR="00CA45BC">
              <w:rPr>
                <w:rFonts w:ascii="Times New Roman" w:hAnsi="Times New Roman"/>
                <w:bCs/>
                <w:lang w:val="et-EE"/>
              </w:rPr>
              <w:t>2</w:t>
            </w:r>
            <w:r>
              <w:rPr>
                <w:rFonts w:ascii="Times New Roman" w:hAnsi="Times New Roman"/>
                <w:bCs/>
                <w:lang w:val="et-EE"/>
              </w:rPr>
              <w:t>:00</w:t>
            </w:r>
            <w:r w:rsidR="00CA45BC">
              <w:rPr>
                <w:rFonts w:ascii="Times New Roman" w:hAnsi="Times New Roman"/>
                <w:bCs/>
                <w:lang w:val="et-EE"/>
              </w:rPr>
              <w:t>3</w:t>
            </w:r>
            <w:r>
              <w:rPr>
                <w:rFonts w:ascii="Times New Roman" w:hAnsi="Times New Roman"/>
                <w:bCs/>
                <w:lang w:val="et-EE"/>
              </w:rPr>
              <w:t>3</w:t>
            </w:r>
          </w:p>
          <w:p w14:paraId="1E64002F" w14:textId="79047AB8" w:rsidR="00121CC4" w:rsidRPr="00B72E9F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CA45BC">
              <w:rPr>
                <w:rFonts w:ascii="Times New Roman" w:hAnsi="Times New Roman"/>
                <w:bCs/>
                <w:lang w:val="et-EE"/>
              </w:rPr>
              <w:t>5410650</w:t>
            </w:r>
          </w:p>
          <w:p w14:paraId="7D67DF37" w14:textId="56E68B16" w:rsidR="00121CC4" w:rsidRPr="00B72E9F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CA45BC">
              <w:rPr>
                <w:rFonts w:ascii="Times New Roman" w:hAnsi="Times New Roman"/>
                <w:bCs/>
                <w:lang w:val="et-EE"/>
              </w:rPr>
              <w:t>3 Jõhvi-Tartu-Valga</w:t>
            </w:r>
            <w:r w:rsidRPr="00B72E9F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14EB4083" w14:textId="4DFD0D70" w:rsidR="00121CC4" w:rsidRPr="00B72E9F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623DF9">
              <w:rPr>
                <w:rFonts w:ascii="Times New Roman" w:hAnsi="Times New Roman"/>
                <w:bCs/>
                <w:lang w:val="et-EE"/>
              </w:rPr>
              <w:t>65639</w:t>
            </w:r>
          </w:p>
          <w:p w14:paraId="20169B10" w14:textId="77777777" w:rsidR="00121CC4" w:rsidRPr="00B72E9F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546ADA5B" w14:textId="77777777" w:rsidR="00121CC4" w:rsidRDefault="00121CC4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750008">
              <w:rPr>
                <w:rFonts w:ascii="Times New Roman" w:hAnsi="Times New Roman"/>
                <w:bCs/>
                <w:lang w:val="et-EE"/>
              </w:rPr>
              <w:t>865552</w:t>
            </w:r>
          </w:p>
          <w:p w14:paraId="4BEF7D27" w14:textId="0582000A" w:rsidR="00750008" w:rsidRPr="000B2E35" w:rsidRDefault="00AA344D" w:rsidP="00D037E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4" w:history="1">
              <w:r w:rsidRPr="00E64913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https://pari.kataster.ee/magic-link/3f5f53ab-a11d-48cb-bcfd-3f9b5dc55539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901D9F" w:rsidRPr="008E5621" w14:paraId="5EEAED39" w14:textId="77777777" w:rsidTr="00D037E1">
        <w:trPr>
          <w:trHeight w:val="312"/>
        </w:trPr>
        <w:tc>
          <w:tcPr>
            <w:tcW w:w="3227" w:type="dxa"/>
            <w:gridSpan w:val="2"/>
            <w:vMerge w:val="restart"/>
            <w:tcBorders>
              <w:right w:val="single" w:sz="4" w:space="0" w:color="auto"/>
            </w:tcBorders>
          </w:tcPr>
          <w:p w14:paraId="6D0FE4E6" w14:textId="77777777" w:rsidR="00901D9F" w:rsidRPr="008342C4" w:rsidRDefault="00901D9F" w:rsidP="00D037E1">
            <w:pPr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bookmarkStart w:id="0" w:name="_Hlk202793432"/>
          </w:p>
          <w:p w14:paraId="15CD41B8" w14:textId="70C5756D" w:rsidR="00901D9F" w:rsidRPr="008342C4" w:rsidRDefault="00901D9F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7E5EF48D" w14:textId="77777777" w:rsidR="00901D9F" w:rsidRDefault="00901D9F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BD8B4B8" w14:textId="77777777" w:rsidR="00901D9F" w:rsidRDefault="00901D9F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99B51B" w14:textId="77777777" w:rsidR="00901D9F" w:rsidRDefault="00901D9F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AC5CAD7" w14:textId="77777777" w:rsidR="00901D9F" w:rsidRDefault="00901D9F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036183" w14:textId="77777777" w:rsidR="00901D9F" w:rsidRDefault="00901D9F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9C0BC66" w14:textId="77777777" w:rsidR="00901D9F" w:rsidRDefault="00901D9F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2087EC8" w14:textId="77777777" w:rsidR="00901D9F" w:rsidRDefault="00901D9F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AF47D72" w14:textId="77777777" w:rsidR="00901D9F" w:rsidRPr="008342C4" w:rsidRDefault="00901D9F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F03341" w14:textId="77777777" w:rsidR="00901D9F" w:rsidRPr="008E5621" w:rsidRDefault="00901D9F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901D9F" w:rsidRPr="000B2E35" w14:paraId="62EC693F" w14:textId="77777777" w:rsidTr="00D037E1">
        <w:trPr>
          <w:trHeight w:val="415"/>
        </w:trPr>
        <w:tc>
          <w:tcPr>
            <w:tcW w:w="3227" w:type="dxa"/>
            <w:gridSpan w:val="2"/>
            <w:vMerge/>
            <w:tcBorders>
              <w:bottom w:val="single" w:sz="4" w:space="0" w:color="000000"/>
            </w:tcBorders>
            <w:hideMark/>
          </w:tcPr>
          <w:p w14:paraId="759B8EC7" w14:textId="77777777" w:rsidR="00901D9F" w:rsidRPr="000B2E35" w:rsidRDefault="00901D9F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14:paraId="6BC157C9" w14:textId="4AD2CC81" w:rsidR="00901D9F" w:rsidRPr="00B72E9F" w:rsidRDefault="00901D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>69402:00</w:t>
            </w:r>
            <w:r>
              <w:rPr>
                <w:rFonts w:ascii="Times New Roman" w:hAnsi="Times New Roman"/>
                <w:bCs/>
                <w:lang w:val="et-EE"/>
              </w:rPr>
              <w:t>3</w:t>
            </w:r>
            <w:r>
              <w:rPr>
                <w:rFonts w:ascii="Times New Roman" w:hAnsi="Times New Roman"/>
                <w:bCs/>
                <w:lang w:val="et-EE"/>
              </w:rPr>
              <w:t>:00</w:t>
            </w:r>
            <w:r>
              <w:rPr>
                <w:rFonts w:ascii="Times New Roman" w:hAnsi="Times New Roman"/>
                <w:bCs/>
                <w:lang w:val="et-EE"/>
              </w:rPr>
              <w:t>54</w:t>
            </w:r>
          </w:p>
          <w:p w14:paraId="73519EA5" w14:textId="5F41D403" w:rsidR="00901D9F" w:rsidRPr="00B72E9F" w:rsidRDefault="00901D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5405250</w:t>
            </w:r>
          </w:p>
          <w:p w14:paraId="1D401E0C" w14:textId="77777777" w:rsidR="00901D9F" w:rsidRPr="00B72E9F" w:rsidRDefault="00901D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>
              <w:rPr>
                <w:rFonts w:ascii="Times New Roman" w:hAnsi="Times New Roman"/>
                <w:bCs/>
                <w:lang w:val="et-EE"/>
              </w:rPr>
              <w:t>3 Jõhvi-Tartu-Valga</w:t>
            </w:r>
            <w:r w:rsidRPr="00B72E9F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3FCD80CF" w14:textId="64B9D02C" w:rsidR="00901D9F" w:rsidRPr="00B72E9F" w:rsidRDefault="00901D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780FCA">
              <w:rPr>
                <w:rFonts w:ascii="Times New Roman" w:hAnsi="Times New Roman"/>
                <w:bCs/>
                <w:lang w:val="et-EE"/>
              </w:rPr>
              <w:t>65638</w:t>
            </w:r>
          </w:p>
          <w:p w14:paraId="49D365DB" w14:textId="77777777" w:rsidR="00901D9F" w:rsidRPr="00B72E9F" w:rsidRDefault="00901D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4DF76889" w14:textId="2E0FE8FC" w:rsidR="00780FCA" w:rsidRDefault="00901D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11A00">
              <w:rPr>
                <w:rFonts w:ascii="Times New Roman" w:hAnsi="Times New Roman"/>
                <w:bCs/>
                <w:lang w:val="et-EE"/>
              </w:rPr>
              <w:t>865603</w:t>
            </w:r>
          </w:p>
          <w:p w14:paraId="7EF9AAFF" w14:textId="21DDBA3E" w:rsidR="00211A00" w:rsidRPr="000B2E35" w:rsidRDefault="00211A00" w:rsidP="00D037E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5" w:history="1">
              <w:r w:rsidRPr="00E64913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https://pari.kataster.ee/magic-link/0e9976a0-08c8-4c4c-a356-28dd048ca70e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277231C7" w14:textId="16646EBC" w:rsidR="00901D9F" w:rsidRPr="000B2E35" w:rsidRDefault="00901D9F" w:rsidP="00D037E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bookmarkEnd w:id="0"/>
      <w:tr w:rsidR="00D037E1" w:rsidRPr="008E5621" w14:paraId="1A121826" w14:textId="77777777" w:rsidTr="00D037E1">
        <w:trPr>
          <w:gridBefore w:val="1"/>
          <w:wBefore w:w="24" w:type="dxa"/>
          <w:trHeight w:val="312"/>
        </w:trPr>
        <w:tc>
          <w:tcPr>
            <w:tcW w:w="3203" w:type="dxa"/>
            <w:vMerge w:val="restart"/>
            <w:tcBorders>
              <w:right w:val="single" w:sz="4" w:space="0" w:color="auto"/>
            </w:tcBorders>
          </w:tcPr>
          <w:p w14:paraId="1368E86D" w14:textId="77777777" w:rsidR="00D037E1" w:rsidRPr="008342C4" w:rsidRDefault="00D037E1" w:rsidP="00D037E1">
            <w:pPr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3AA946A9" w14:textId="74740D3F" w:rsidR="00D037E1" w:rsidRPr="008342C4" w:rsidRDefault="00D037E1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2.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B08898E" w14:textId="77777777" w:rsidR="00D037E1" w:rsidRDefault="00D037E1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191BCFD" w14:textId="77777777" w:rsidR="00D037E1" w:rsidRDefault="00D037E1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F0C1CCA" w14:textId="77777777" w:rsidR="00D037E1" w:rsidRDefault="00D037E1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B933EA" w14:textId="77777777" w:rsidR="00D037E1" w:rsidRDefault="00D037E1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209A39A" w14:textId="77777777" w:rsidR="00D037E1" w:rsidRDefault="00D037E1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6D60DB4" w14:textId="77777777" w:rsidR="00D037E1" w:rsidRDefault="00D037E1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D8AC86" w14:textId="77777777" w:rsidR="00D037E1" w:rsidRDefault="00D037E1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F5F6D5D" w14:textId="77777777" w:rsidR="00D037E1" w:rsidRPr="008342C4" w:rsidRDefault="00D037E1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F37D12" w14:textId="77777777" w:rsidR="00D037E1" w:rsidRPr="008E5621" w:rsidRDefault="00D037E1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D037E1" w:rsidRPr="000B2E35" w14:paraId="41B78BD6" w14:textId="77777777" w:rsidTr="00D037E1">
        <w:trPr>
          <w:gridBefore w:val="1"/>
          <w:wBefore w:w="24" w:type="dxa"/>
          <w:trHeight w:val="415"/>
        </w:trPr>
        <w:tc>
          <w:tcPr>
            <w:tcW w:w="3203" w:type="dxa"/>
            <w:vMerge/>
            <w:tcBorders>
              <w:bottom w:val="single" w:sz="4" w:space="0" w:color="000000"/>
            </w:tcBorders>
            <w:hideMark/>
          </w:tcPr>
          <w:p w14:paraId="43351FFA" w14:textId="77777777" w:rsidR="00D037E1" w:rsidRPr="000B2E35" w:rsidRDefault="00D037E1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nil"/>
              <w:bottom w:val="single" w:sz="4" w:space="0" w:color="auto"/>
              <w:right w:val="single" w:sz="4" w:space="0" w:color="auto"/>
            </w:tcBorders>
            <w:hideMark/>
          </w:tcPr>
          <w:p w14:paraId="6818A02C" w14:textId="2FD2CB46" w:rsidR="00D037E1" w:rsidRPr="00B72E9F" w:rsidRDefault="00D037E1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>69402:00</w:t>
            </w:r>
            <w:r>
              <w:rPr>
                <w:rFonts w:ascii="Times New Roman" w:hAnsi="Times New Roman"/>
                <w:bCs/>
                <w:lang w:val="et-EE"/>
              </w:rPr>
              <w:t>4</w:t>
            </w:r>
            <w:r>
              <w:rPr>
                <w:rFonts w:ascii="Times New Roman" w:hAnsi="Times New Roman"/>
                <w:bCs/>
                <w:lang w:val="et-EE"/>
              </w:rPr>
              <w:t>:00</w:t>
            </w:r>
            <w:r>
              <w:rPr>
                <w:rFonts w:ascii="Times New Roman" w:hAnsi="Times New Roman"/>
                <w:bCs/>
                <w:lang w:val="et-EE"/>
              </w:rPr>
              <w:t>46</w:t>
            </w:r>
          </w:p>
          <w:p w14:paraId="13C59679" w14:textId="2E9FCCD6" w:rsidR="00D037E1" w:rsidRPr="00B72E9F" w:rsidRDefault="00D037E1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5413450</w:t>
            </w:r>
          </w:p>
          <w:p w14:paraId="1E2A554F" w14:textId="77777777" w:rsidR="00D037E1" w:rsidRPr="00B72E9F" w:rsidRDefault="00D037E1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>
              <w:rPr>
                <w:rFonts w:ascii="Times New Roman" w:hAnsi="Times New Roman"/>
                <w:bCs/>
                <w:lang w:val="et-EE"/>
              </w:rPr>
              <w:t>3 Jõhvi-Tartu-Valga</w:t>
            </w:r>
            <w:r w:rsidRPr="00B72E9F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591777C3" w14:textId="270FEF1F" w:rsidR="00D037E1" w:rsidRPr="00B72E9F" w:rsidRDefault="00D037E1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656</w:t>
            </w:r>
            <w:r w:rsidR="003E2D1A">
              <w:rPr>
                <w:rFonts w:ascii="Times New Roman" w:hAnsi="Times New Roman"/>
                <w:bCs/>
                <w:lang w:val="et-EE"/>
              </w:rPr>
              <w:t>40</w:t>
            </w:r>
          </w:p>
          <w:p w14:paraId="745A594A" w14:textId="77777777" w:rsidR="00D037E1" w:rsidRPr="00B72E9F" w:rsidRDefault="00D037E1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492069D6" w14:textId="0A6C7453" w:rsidR="003E2D1A" w:rsidRPr="000B2E35" w:rsidRDefault="00D037E1" w:rsidP="003E2D1A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352EA9">
              <w:rPr>
                <w:rFonts w:ascii="Times New Roman" w:hAnsi="Times New Roman"/>
                <w:bCs/>
                <w:lang w:val="et-EE"/>
              </w:rPr>
              <w:t>866689</w:t>
            </w:r>
          </w:p>
          <w:p w14:paraId="7B891D9E" w14:textId="3B36B31C" w:rsidR="00D037E1" w:rsidRPr="000B2E35" w:rsidRDefault="00352EA9" w:rsidP="00D037E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6" w:history="1">
              <w:r w:rsidRPr="00E64913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https://pari.kataster.ee/magic-link/66d057e1-3355-41bb-a169-dbb4ca5db699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  <w:p w14:paraId="56421F4C" w14:textId="77777777" w:rsidR="00D037E1" w:rsidRPr="000B2E35" w:rsidRDefault="00D037E1" w:rsidP="00D037E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6C77" w14:textId="77777777" w:rsidR="00CF2630" w:rsidRDefault="00CF2630">
      <w:r>
        <w:separator/>
      </w:r>
    </w:p>
  </w:endnote>
  <w:endnote w:type="continuationSeparator" w:id="0">
    <w:p w14:paraId="6BABE210" w14:textId="77777777" w:rsidR="00CF2630" w:rsidRDefault="00CF2630">
      <w:r>
        <w:continuationSeparator/>
      </w:r>
    </w:p>
  </w:endnote>
  <w:endnote w:type="continuationNotice" w:id="1">
    <w:p w14:paraId="41F7A07B" w14:textId="77777777" w:rsidR="00CF2630" w:rsidRDefault="00CF2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1AA0C" w14:textId="77777777" w:rsidR="00CF2630" w:rsidRDefault="00CF2630">
      <w:r>
        <w:separator/>
      </w:r>
    </w:p>
  </w:footnote>
  <w:footnote w:type="continuationSeparator" w:id="0">
    <w:p w14:paraId="3FD2285C" w14:textId="77777777" w:rsidR="00CF2630" w:rsidRDefault="00CF2630">
      <w:r>
        <w:continuationSeparator/>
      </w:r>
    </w:p>
  </w:footnote>
  <w:footnote w:type="continuationNotice" w:id="1">
    <w:p w14:paraId="038AFA80" w14:textId="77777777" w:rsidR="00CF2630" w:rsidRDefault="00CF2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6F8F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E2D1A"/>
    <w:rsid w:val="003F5996"/>
    <w:rsid w:val="00402D9D"/>
    <w:rsid w:val="004170C1"/>
    <w:rsid w:val="00430FA1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C2F2C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E1639"/>
    <w:rsid w:val="00AE6B50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897b62db-71a7-4aea-b78e-97041f4c345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66d057e1-3355-41bb-a169-dbb4ca5db699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0e9976a0-08c8-4c4c-a356-28dd048ca70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3f5f53ab-a11d-48cb-bcfd-3f9b5dc55539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445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2025-07-07T12:15:00Z</dcterms:created>
  <dcterms:modified xsi:type="dcterms:W3CDTF">2025-07-07T12:15:00Z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